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AB148" w14:textId="77777777" w:rsidR="00AE22B5" w:rsidRPr="00527F52" w:rsidRDefault="00613FA0" w:rsidP="005A6563">
      <w:pPr>
        <w:rPr>
          <w:rFonts w:asciiTheme="minorEastAsia" w:eastAsiaTheme="minorEastAsia" w:hAnsiTheme="minorEastAsia"/>
          <w:szCs w:val="26"/>
        </w:rPr>
      </w:pPr>
      <w:r w:rsidRPr="00527F52">
        <w:rPr>
          <w:rFonts w:asciiTheme="minorEastAsia" w:eastAsiaTheme="minorEastAsia" w:hAnsiTheme="min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3243FF" wp14:editId="29676408">
                <wp:simplePos x="0" y="0"/>
                <wp:positionH relativeFrom="column">
                  <wp:posOffset>5347335</wp:posOffset>
                </wp:positionH>
                <wp:positionV relativeFrom="paragraph">
                  <wp:posOffset>13335</wp:posOffset>
                </wp:positionV>
                <wp:extent cx="742950" cy="4000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EAEF8B" w14:textId="77777777" w:rsidR="00613FA0" w:rsidRPr="00613FA0" w:rsidRDefault="00613FA0" w:rsidP="00FB637C">
                            <w:pPr>
                              <w:snapToGrid w:val="0"/>
                              <w:jc w:val="center"/>
                              <w:rPr>
                                <w:rFonts w:ascii="HGSｺﾞｼｯｸE" w:eastAsia="HGSｺﾞｼｯｸE" w:hAnsi="HGSｺﾞｼｯｸE"/>
                                <w:sz w:val="40"/>
                              </w:rPr>
                            </w:pPr>
                            <w:r w:rsidRPr="00613FA0">
                              <w:rPr>
                                <w:rFonts w:ascii="HGSｺﾞｼｯｸE" w:eastAsia="HGSｺﾞｼｯｸE" w:hAnsi="HGSｺﾞｼｯｸE" w:hint="eastAsia"/>
                                <w:sz w:val="40"/>
                              </w:rPr>
                              <w:t>必須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243FF" id="正方形/長方形 1" o:spid="_x0000_s1026" style="position:absolute;left:0;text-align:left;margin-left:421.05pt;margin-top:1.05pt;width:58.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" fillcolor="black [3200]" strokecolor="black [1600]" strokeweight="2pt">
                <v:textbox inset="1mm,0,1mm,0">
                  <w:txbxContent>
                    <w:p w14:paraId="4CEAEF8B" w14:textId="77777777" w:rsidR="00613FA0" w:rsidRPr="00613FA0" w:rsidRDefault="00613FA0" w:rsidP="00FB637C">
                      <w:pPr>
                        <w:snapToGrid w:val="0"/>
                        <w:jc w:val="center"/>
                        <w:rPr>
                          <w:rFonts w:ascii="HGSｺﾞｼｯｸE" w:eastAsia="HGSｺﾞｼｯｸE" w:hAnsi="HGSｺﾞｼｯｸE"/>
                          <w:sz w:val="40"/>
                        </w:rPr>
                      </w:pPr>
                      <w:r w:rsidRPr="00613FA0">
                        <w:rPr>
                          <w:rFonts w:ascii="HGSｺﾞｼｯｸE" w:eastAsia="HGSｺﾞｼｯｸE" w:hAnsi="HGSｺﾞｼｯｸE" w:hint="eastAsia"/>
                          <w:sz w:val="40"/>
                        </w:rPr>
                        <w:t>必須</w:t>
                      </w:r>
                    </w:p>
                  </w:txbxContent>
                </v:textbox>
              </v:rect>
            </w:pict>
          </mc:Fallback>
        </mc:AlternateContent>
      </w:r>
      <w:r w:rsidR="00032A0B" w:rsidRPr="00527F52">
        <w:rPr>
          <w:rFonts w:asciiTheme="minorEastAsia" w:eastAsiaTheme="minorEastAsia" w:hAnsiTheme="minorEastAsia" w:hint="eastAsia"/>
          <w:szCs w:val="26"/>
        </w:rPr>
        <w:t>様式</w:t>
      </w:r>
      <w:r w:rsidR="00B050EC" w:rsidRPr="00527F52">
        <w:rPr>
          <w:rFonts w:asciiTheme="minorEastAsia" w:eastAsiaTheme="minorEastAsia" w:hAnsiTheme="minorEastAsia" w:hint="eastAsia"/>
          <w:szCs w:val="26"/>
        </w:rPr>
        <w:t>第３</w:t>
      </w:r>
      <w:r w:rsidR="00032A0B" w:rsidRPr="00527F52">
        <w:rPr>
          <w:rFonts w:asciiTheme="minorEastAsia" w:eastAsiaTheme="minorEastAsia" w:hAnsiTheme="minorEastAsia" w:hint="eastAsia"/>
          <w:szCs w:val="26"/>
        </w:rPr>
        <w:t>号</w:t>
      </w:r>
      <w:r w:rsidR="00B050EC" w:rsidRPr="00527F52">
        <w:rPr>
          <w:rFonts w:asciiTheme="minorEastAsia" w:eastAsiaTheme="minorEastAsia" w:hAnsiTheme="minorEastAsia" w:hint="eastAsia"/>
          <w:szCs w:val="26"/>
        </w:rPr>
        <w:t>－</w:t>
      </w:r>
      <w:r w:rsidR="00527F52" w:rsidRPr="00527F52">
        <w:rPr>
          <w:rFonts w:asciiTheme="minorEastAsia" w:eastAsiaTheme="minorEastAsia" w:hAnsiTheme="minorEastAsia" w:hint="eastAsia"/>
          <w:szCs w:val="26"/>
        </w:rPr>
        <w:t>５</w:t>
      </w:r>
    </w:p>
    <w:p w14:paraId="6EFFC922" w14:textId="77777777" w:rsidR="00032A0B" w:rsidRPr="005A6563" w:rsidRDefault="00922E1C" w:rsidP="00760714">
      <w:pPr>
        <w:adjustRightInd w:val="0"/>
        <w:snapToGrid w:val="0"/>
        <w:spacing w:beforeLines="50" w:before="177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人材育成研修（必須研修）</w:t>
      </w:r>
      <w:r w:rsidR="00032A0B" w:rsidRPr="005A6563">
        <w:rPr>
          <w:rFonts w:asciiTheme="majorEastAsia" w:eastAsiaTheme="majorEastAsia" w:hAnsiTheme="majorEastAsia" w:hint="eastAsia"/>
          <w:sz w:val="32"/>
        </w:rPr>
        <w:t>実施</w:t>
      </w:r>
      <w:r w:rsidR="00C91ADA">
        <w:rPr>
          <w:rFonts w:asciiTheme="majorEastAsia" w:eastAsiaTheme="majorEastAsia" w:hAnsiTheme="majorEastAsia" w:hint="eastAsia"/>
          <w:sz w:val="32"/>
        </w:rPr>
        <w:t>内容</w:t>
      </w:r>
      <w:r w:rsidR="00032A0B" w:rsidRPr="005A6563">
        <w:rPr>
          <w:rFonts w:asciiTheme="majorEastAsia" w:eastAsiaTheme="majorEastAsia" w:hAnsiTheme="majorEastAsia" w:hint="eastAsia"/>
          <w:sz w:val="32"/>
        </w:rPr>
        <w:t>報告書</w:t>
      </w:r>
    </w:p>
    <w:p w14:paraId="65D3FD1C" w14:textId="77777777" w:rsidR="00032A0B" w:rsidRPr="00032A0B" w:rsidRDefault="00032A0B" w:rsidP="00760714">
      <w:pPr>
        <w:spacing w:line="360" w:lineRule="auto"/>
        <w:rPr>
          <w:rFonts w:asciiTheme="majorEastAsia" w:eastAsiaTheme="majorEastAsia" w:hAnsiTheme="majorEastAsia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984"/>
        <w:gridCol w:w="3969"/>
      </w:tblGrid>
      <w:tr w:rsidR="00613FA0" w14:paraId="33B0EB42" w14:textId="77777777" w:rsidTr="00675035">
        <w:trPr>
          <w:trHeight w:val="67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1FA69" w14:textId="77777777" w:rsidR="00613FA0" w:rsidRPr="00111E28" w:rsidRDefault="00613FA0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研修No.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103C74" w14:textId="77777777" w:rsidR="00613FA0" w:rsidRDefault="00613FA0" w:rsidP="00675035">
            <w:pPr>
              <w:jc w:val="center"/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right w:val="nil"/>
            </w:tcBorders>
          </w:tcPr>
          <w:p w14:paraId="56EBEB5B" w14:textId="77777777" w:rsidR="00613FA0" w:rsidRDefault="00613FA0" w:rsidP="00613FA0">
            <w:pPr>
              <w:jc w:val="right"/>
            </w:pPr>
          </w:p>
        </w:tc>
      </w:tr>
      <w:tr w:rsidR="00032A0B" w:rsidRPr="00032A0B" w14:paraId="4ABDD61D" w14:textId="77777777" w:rsidTr="00FB637C">
        <w:trPr>
          <w:trHeight w:val="1006"/>
        </w:trPr>
        <w:tc>
          <w:tcPr>
            <w:tcW w:w="1276" w:type="dxa"/>
            <w:vAlign w:val="center"/>
          </w:tcPr>
          <w:p w14:paraId="253E1DB7" w14:textId="77777777" w:rsidR="00032A0B" w:rsidRPr="00111E28" w:rsidRDefault="00032A0B" w:rsidP="00FB637C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開催日時</w:t>
            </w:r>
          </w:p>
        </w:tc>
        <w:tc>
          <w:tcPr>
            <w:tcW w:w="8505" w:type="dxa"/>
            <w:gridSpan w:val="4"/>
          </w:tcPr>
          <w:p w14:paraId="5B06CE0B" w14:textId="77777777" w:rsidR="00032A0B" w:rsidRDefault="0064681B" w:rsidP="00D47A50">
            <w:pPr>
              <w:adjustRightInd w:val="0"/>
              <w:snapToGrid w:val="0"/>
              <w:spacing w:line="600" w:lineRule="exact"/>
            </w:pPr>
            <w:r w:rsidRPr="0042116A">
              <w:rPr>
                <w:rFonts w:hint="eastAsia"/>
              </w:rPr>
              <w:t>令和</w:t>
            </w:r>
            <w:r>
              <w:rPr>
                <w:rFonts w:hint="eastAsia"/>
                <w:color w:val="FF0000"/>
              </w:rPr>
              <w:t xml:space="preserve">　</w:t>
            </w:r>
            <w:r w:rsidR="00032A0B">
              <w:rPr>
                <w:rFonts w:hint="eastAsia"/>
              </w:rPr>
              <w:t xml:space="preserve">　年　　月　　日（　）　　　：　　～　　：　　</w:t>
            </w:r>
          </w:p>
          <w:p w14:paraId="2F1B70A9" w14:textId="77777777" w:rsidR="00D47A50" w:rsidRDefault="00D47A50" w:rsidP="00165758">
            <w:pPr>
              <w:wordWrap w:val="0"/>
              <w:adjustRightInd w:val="0"/>
              <w:snapToGrid w:val="0"/>
              <w:jc w:val="right"/>
            </w:pPr>
            <w:r>
              <w:rPr>
                <w:rFonts w:hint="eastAsia"/>
              </w:rPr>
              <w:t>うち休憩時間（　　）分</w:t>
            </w:r>
          </w:p>
        </w:tc>
      </w:tr>
      <w:tr w:rsidR="00032A0B" w14:paraId="16FBE0BA" w14:textId="77777777" w:rsidTr="00675035">
        <w:trPr>
          <w:trHeight w:val="623"/>
        </w:trPr>
        <w:tc>
          <w:tcPr>
            <w:tcW w:w="1276" w:type="dxa"/>
            <w:vAlign w:val="center"/>
          </w:tcPr>
          <w:p w14:paraId="6FCC04C1" w14:textId="77777777" w:rsidR="00032A0B" w:rsidRPr="00111E28" w:rsidRDefault="00032A0B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1276" w:type="dxa"/>
            <w:vAlign w:val="center"/>
          </w:tcPr>
          <w:p w14:paraId="00DF4160" w14:textId="77777777" w:rsidR="00032A0B" w:rsidRDefault="00032A0B" w:rsidP="00675035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76" w:type="dxa"/>
            <w:vAlign w:val="center"/>
          </w:tcPr>
          <w:p w14:paraId="0FDBAAAA" w14:textId="77777777" w:rsidR="00D75558" w:rsidRPr="00111E28" w:rsidRDefault="00A15AA3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参加者</w:t>
            </w:r>
          </w:p>
        </w:tc>
        <w:tc>
          <w:tcPr>
            <w:tcW w:w="5953" w:type="dxa"/>
            <w:gridSpan w:val="2"/>
            <w:vAlign w:val="center"/>
          </w:tcPr>
          <w:p w14:paraId="792EE45E" w14:textId="77777777" w:rsidR="00032A0B" w:rsidRPr="00FB637C" w:rsidRDefault="00032A0B" w:rsidP="00FB637C">
            <w:pPr>
              <w:rPr>
                <w:b/>
                <w:sz w:val="22"/>
              </w:rPr>
            </w:pPr>
          </w:p>
        </w:tc>
      </w:tr>
      <w:tr w:rsidR="00032A0B" w14:paraId="35F87C24" w14:textId="77777777" w:rsidTr="00760714">
        <w:trPr>
          <w:trHeight w:val="62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E8F119" w14:textId="77777777" w:rsidR="00032A0B" w:rsidRPr="00111E28" w:rsidRDefault="00032A0B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研修</w:t>
            </w:r>
            <w:r w:rsidR="00D47A50" w:rsidRPr="00111E28">
              <w:rPr>
                <w:rFonts w:ascii="ＭＳ ゴシック" w:eastAsia="ＭＳ ゴシック" w:hAnsi="ＭＳ ゴシック" w:hint="eastAsia"/>
              </w:rPr>
              <w:t>標題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vAlign w:val="center"/>
          </w:tcPr>
          <w:p w14:paraId="1E762865" w14:textId="77777777" w:rsidR="00032A0B" w:rsidRPr="00760714" w:rsidRDefault="00032A0B" w:rsidP="00760714"/>
        </w:tc>
      </w:tr>
      <w:tr w:rsidR="00613FA0" w14:paraId="3646FB8C" w14:textId="77777777" w:rsidTr="00760714">
        <w:trPr>
          <w:trHeight w:val="624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8BF3591" w14:textId="77777777" w:rsidR="00613FA0" w:rsidRPr="00111E28" w:rsidRDefault="00613FA0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テーマ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vAlign w:val="center"/>
          </w:tcPr>
          <w:p w14:paraId="7A76AFE6" w14:textId="77777777" w:rsidR="00613FA0" w:rsidRPr="00760714" w:rsidRDefault="009720B7" w:rsidP="00760714">
            <w:pPr>
              <w:rPr>
                <w:rFonts w:asciiTheme="minorEastAsia" w:eastAsiaTheme="minorEastAsia" w:hAnsiTheme="minorEastAsia"/>
              </w:rPr>
            </w:pPr>
            <w:r w:rsidRPr="00760714">
              <w:rPr>
                <w:rFonts w:asciiTheme="minorEastAsia" w:eastAsiaTheme="minorEastAsia" w:hAnsiTheme="minorEastAsia" w:hint="eastAsia"/>
                <w:sz w:val="22"/>
              </w:rPr>
              <w:t>□「しまねいきいき職場宣言」の周知　　□その他魅力ある職場づくりに関するもの</w:t>
            </w:r>
          </w:p>
        </w:tc>
      </w:tr>
      <w:tr w:rsidR="00032A0B" w14:paraId="45754164" w14:textId="77777777" w:rsidTr="00760714">
        <w:trPr>
          <w:trHeight w:val="624"/>
        </w:trPr>
        <w:tc>
          <w:tcPr>
            <w:tcW w:w="9781" w:type="dxa"/>
            <w:gridSpan w:val="5"/>
            <w:tcBorders>
              <w:bottom w:val="single" w:sz="4" w:space="0" w:color="auto"/>
            </w:tcBorders>
            <w:vAlign w:val="center"/>
          </w:tcPr>
          <w:p w14:paraId="5C2D0066" w14:textId="77777777" w:rsidR="00032A0B" w:rsidRPr="00111E28" w:rsidRDefault="0064087C" w:rsidP="00760714">
            <w:pPr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研修の概要</w:t>
            </w:r>
          </w:p>
        </w:tc>
      </w:tr>
      <w:tr w:rsidR="00032A0B" w14:paraId="2D5D5D2D" w14:textId="77777777" w:rsidTr="00165758">
        <w:trPr>
          <w:trHeight w:val="2759"/>
        </w:trPr>
        <w:tc>
          <w:tcPr>
            <w:tcW w:w="97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E5A683A" w14:textId="77777777" w:rsidR="0064087C" w:rsidRPr="0064087C" w:rsidRDefault="0064087C">
            <w:pPr>
              <w:rPr>
                <w:sz w:val="24"/>
                <w:szCs w:val="24"/>
              </w:rPr>
            </w:pPr>
          </w:p>
        </w:tc>
      </w:tr>
      <w:tr w:rsidR="00032A0B" w14:paraId="46D655D6" w14:textId="77777777" w:rsidTr="00760714">
        <w:trPr>
          <w:trHeight w:val="624"/>
        </w:trPr>
        <w:tc>
          <w:tcPr>
            <w:tcW w:w="9781" w:type="dxa"/>
            <w:gridSpan w:val="5"/>
            <w:tcBorders>
              <w:bottom w:val="single" w:sz="4" w:space="0" w:color="auto"/>
            </w:tcBorders>
            <w:vAlign w:val="center"/>
          </w:tcPr>
          <w:p w14:paraId="71CC5499" w14:textId="77777777" w:rsidR="00032A0B" w:rsidRPr="00111E28" w:rsidRDefault="00675035" w:rsidP="0076071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受講者の</w:t>
            </w:r>
            <w:r w:rsidR="0064087C" w:rsidRPr="00111E28">
              <w:rPr>
                <w:rFonts w:ascii="ＭＳ ゴシック" w:eastAsia="ＭＳ ゴシック" w:hAnsi="ＭＳ ゴシック" w:hint="eastAsia"/>
              </w:rPr>
              <w:t>意見・感想</w:t>
            </w:r>
          </w:p>
        </w:tc>
      </w:tr>
      <w:tr w:rsidR="00032A0B" w14:paraId="6B99BF36" w14:textId="77777777" w:rsidTr="00620742">
        <w:trPr>
          <w:trHeight w:val="3634"/>
        </w:trPr>
        <w:tc>
          <w:tcPr>
            <w:tcW w:w="9781" w:type="dxa"/>
            <w:gridSpan w:val="5"/>
            <w:tcBorders>
              <w:top w:val="single" w:sz="4" w:space="0" w:color="auto"/>
              <w:bottom w:val="nil"/>
            </w:tcBorders>
          </w:tcPr>
          <w:p w14:paraId="27A7CE15" w14:textId="77777777" w:rsidR="0064087C" w:rsidRPr="0064087C" w:rsidRDefault="0064087C">
            <w:pPr>
              <w:rPr>
                <w:sz w:val="24"/>
              </w:rPr>
            </w:pPr>
          </w:p>
        </w:tc>
      </w:tr>
      <w:tr w:rsidR="00675035" w14:paraId="5D55FA97" w14:textId="77777777" w:rsidTr="00620742">
        <w:trPr>
          <w:trHeight w:val="705"/>
        </w:trPr>
        <w:tc>
          <w:tcPr>
            <w:tcW w:w="5812" w:type="dxa"/>
            <w:gridSpan w:val="4"/>
            <w:tcBorders>
              <w:top w:val="nil"/>
              <w:bottom w:val="nil"/>
              <w:right w:val="nil"/>
            </w:tcBorders>
          </w:tcPr>
          <w:p w14:paraId="044974AE" w14:textId="77777777" w:rsidR="00675035" w:rsidRPr="00675035" w:rsidRDefault="00675035" w:rsidP="00675035">
            <w:pPr>
              <w:ind w:right="860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vAlign w:val="bottom"/>
          </w:tcPr>
          <w:p w14:paraId="110DE6A5" w14:textId="77777777" w:rsidR="00675035" w:rsidRPr="00675035" w:rsidRDefault="00620742" w:rsidP="00675035">
            <w:pPr>
              <w:ind w:right="860"/>
              <w:rPr>
                <w:sz w:val="24"/>
              </w:rPr>
            </w:pPr>
            <w:r>
              <w:rPr>
                <w:rFonts w:hint="eastAsia"/>
                <w:sz w:val="24"/>
              </w:rPr>
              <w:t>記入者</w:t>
            </w:r>
            <w:r w:rsidR="00675035">
              <w:rPr>
                <w:rFonts w:hint="eastAsia"/>
                <w:sz w:val="24"/>
              </w:rPr>
              <w:t>：</w:t>
            </w:r>
          </w:p>
        </w:tc>
      </w:tr>
      <w:tr w:rsidR="00675035" w14:paraId="07C36618" w14:textId="77777777" w:rsidTr="00620742">
        <w:trPr>
          <w:trHeight w:val="435"/>
        </w:trPr>
        <w:tc>
          <w:tcPr>
            <w:tcW w:w="9781" w:type="dxa"/>
            <w:gridSpan w:val="5"/>
            <w:tcBorders>
              <w:top w:val="nil"/>
            </w:tcBorders>
          </w:tcPr>
          <w:p w14:paraId="467B6AF7" w14:textId="77777777" w:rsidR="00675035" w:rsidRDefault="00675035" w:rsidP="00675035">
            <w:pPr>
              <w:ind w:right="40"/>
              <w:jc w:val="right"/>
              <w:rPr>
                <w:sz w:val="24"/>
              </w:rPr>
            </w:pPr>
            <w:r w:rsidRPr="00143F93">
              <w:rPr>
                <w:rFonts w:hint="eastAsia"/>
                <w:sz w:val="21"/>
              </w:rPr>
              <w:t>（署名、または記名・押印）</w:t>
            </w:r>
          </w:p>
        </w:tc>
      </w:tr>
    </w:tbl>
    <w:p w14:paraId="6E304A75" w14:textId="77777777" w:rsidR="00BA335D" w:rsidRDefault="00BA335D" w:rsidP="00165758">
      <w:pPr>
        <w:adjustRightInd w:val="0"/>
        <w:snapToGrid w:val="0"/>
        <w:rPr>
          <w:szCs w:val="26"/>
        </w:rPr>
      </w:pPr>
    </w:p>
    <w:p w14:paraId="4DA55CFE" w14:textId="77777777" w:rsidR="00CD15ED" w:rsidRDefault="00165758" w:rsidP="00165758">
      <w:pPr>
        <w:adjustRightInd w:val="0"/>
        <w:snapToGrid w:val="0"/>
        <w:rPr>
          <w:sz w:val="22"/>
          <w:u w:val="wave"/>
        </w:rPr>
      </w:pPr>
      <w:r w:rsidRPr="00165758">
        <w:rPr>
          <w:rFonts w:hint="eastAsia"/>
          <w:sz w:val="22"/>
        </w:rPr>
        <w:t xml:space="preserve">※ </w:t>
      </w:r>
      <w:r w:rsidR="00A51405">
        <w:rPr>
          <w:rFonts w:hint="eastAsia"/>
          <w:sz w:val="22"/>
          <w:u w:val="wave"/>
        </w:rPr>
        <w:t>経費が分かる書類（領収書写し等）</w:t>
      </w:r>
      <w:r w:rsidR="00FA21E8">
        <w:rPr>
          <w:rFonts w:hint="eastAsia"/>
          <w:sz w:val="22"/>
          <w:u w:val="wave"/>
        </w:rPr>
        <w:t>、</w:t>
      </w:r>
      <w:r w:rsidR="00FA21E8" w:rsidRPr="00B426E3">
        <w:rPr>
          <w:rFonts w:hint="eastAsia"/>
          <w:color w:val="000000" w:themeColor="text1"/>
          <w:sz w:val="22"/>
          <w:u w:val="wave"/>
        </w:rPr>
        <w:t>研修の日時、場所、講師が分かる書類</w:t>
      </w:r>
      <w:r w:rsidR="00A51405" w:rsidRPr="00B426E3">
        <w:rPr>
          <w:rFonts w:hint="eastAsia"/>
          <w:color w:val="000000" w:themeColor="text1"/>
          <w:sz w:val="22"/>
          <w:u w:val="wave"/>
        </w:rPr>
        <w:t>を添付してくだ</w:t>
      </w:r>
      <w:r w:rsidR="00A51405">
        <w:rPr>
          <w:rFonts w:hint="eastAsia"/>
          <w:sz w:val="22"/>
          <w:u w:val="wave"/>
        </w:rPr>
        <w:t>さい。</w:t>
      </w:r>
    </w:p>
    <w:p w14:paraId="5BED6B17" w14:textId="77777777" w:rsidR="00785DC5" w:rsidRPr="00675035" w:rsidRDefault="00785DC5" w:rsidP="00675035">
      <w:pPr>
        <w:adjustRightInd w:val="0"/>
        <w:snapToGrid w:val="0"/>
        <w:ind w:left="283" w:hangingChars="145" w:hanging="283"/>
        <w:rPr>
          <w:sz w:val="22"/>
        </w:rPr>
      </w:pPr>
      <w:r w:rsidRPr="00785DC5">
        <w:rPr>
          <w:rFonts w:hint="eastAsia"/>
          <w:sz w:val="22"/>
        </w:rPr>
        <w:t>※</w:t>
      </w:r>
      <w:r w:rsidR="0067503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「研修の概要」欄及び「受講者の意</w:t>
      </w:r>
      <w:r w:rsidR="00675035">
        <w:rPr>
          <w:rFonts w:hint="eastAsia"/>
          <w:sz w:val="22"/>
        </w:rPr>
        <w:t>見・感想」欄については、事業所内で作成された受講報告書等で内容が</w:t>
      </w:r>
      <w:r>
        <w:rPr>
          <w:rFonts w:hint="eastAsia"/>
          <w:sz w:val="22"/>
        </w:rPr>
        <w:t>わかる場合はコピーの添付により記入に代えていただいて差し支えありません。</w:t>
      </w:r>
    </w:p>
    <w:sectPr w:rsidR="00785DC5" w:rsidRPr="00675035" w:rsidSect="00760714">
      <w:headerReference w:type="default" r:id="rId6"/>
      <w:pgSz w:w="11906" w:h="16838" w:code="9"/>
      <w:pgMar w:top="1134" w:right="1134" w:bottom="567" w:left="1134" w:header="454" w:footer="992" w:gutter="0"/>
      <w:cols w:space="425"/>
      <w:docGrid w:type="linesAndChars" w:linePitch="354" w:charSpace="-51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99D03" w14:textId="77777777" w:rsidR="0086419D" w:rsidRDefault="0086419D" w:rsidP="00B050EC">
      <w:r>
        <w:separator/>
      </w:r>
    </w:p>
  </w:endnote>
  <w:endnote w:type="continuationSeparator" w:id="0">
    <w:p w14:paraId="7C7C2543" w14:textId="77777777" w:rsidR="0086419D" w:rsidRDefault="0086419D" w:rsidP="00B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54AF0" w14:textId="77777777" w:rsidR="0086419D" w:rsidRDefault="0086419D" w:rsidP="00B050EC">
      <w:r>
        <w:separator/>
      </w:r>
    </w:p>
  </w:footnote>
  <w:footnote w:type="continuationSeparator" w:id="0">
    <w:p w14:paraId="57E127BB" w14:textId="77777777" w:rsidR="0086419D" w:rsidRDefault="0086419D" w:rsidP="00B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9BD0" w14:textId="77777777" w:rsidR="00760714" w:rsidRPr="00B426E3" w:rsidRDefault="00760714" w:rsidP="00760714">
    <w:pPr>
      <w:pStyle w:val="a4"/>
      <w:jc w:val="right"/>
      <w:rPr>
        <w:rFonts w:ascii="ＭＳ ゴシック" w:eastAsia="ＭＳ ゴシック" w:hAnsi="ＭＳ ゴシック"/>
        <w:color w:val="000000" w:themeColor="text1"/>
        <w:sz w:val="18"/>
      </w:rPr>
    </w:pPr>
    <w:r w:rsidRPr="00B426E3">
      <w:rPr>
        <w:rFonts w:ascii="ＭＳ ゴシック" w:eastAsia="ＭＳ ゴシック" w:hAnsi="ＭＳ ゴシック" w:hint="eastAsia"/>
        <w:color w:val="000000" w:themeColor="text1"/>
        <w:sz w:val="18"/>
      </w:rPr>
      <w:t>（人づくり支援</w:t>
    </w:r>
    <w:r w:rsidR="00675035" w:rsidRPr="00B426E3">
      <w:rPr>
        <w:rFonts w:ascii="ＭＳ ゴシック" w:eastAsia="ＭＳ ゴシック" w:hAnsi="ＭＳ ゴシック" w:hint="eastAsia"/>
        <w:color w:val="000000" w:themeColor="text1"/>
        <w:sz w:val="18"/>
      </w:rPr>
      <w:t>補助金</w:t>
    </w:r>
    <w:r w:rsidRPr="00B426E3">
      <w:rPr>
        <w:rFonts w:ascii="ＭＳ ゴシック" w:eastAsia="ＭＳ ゴシック" w:hAnsi="ＭＳ ゴシック" w:hint="eastAsia"/>
        <w:color w:val="000000" w:themeColor="text1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rawingGridHorizontalSpacing w:val="235"/>
  <w:drawingGridVerticalSpacing w:val="177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A0B"/>
    <w:rsid w:val="00032A0B"/>
    <w:rsid w:val="00055517"/>
    <w:rsid w:val="000B74D5"/>
    <w:rsid w:val="00111C03"/>
    <w:rsid w:val="00111E28"/>
    <w:rsid w:val="00143F93"/>
    <w:rsid w:val="00155CA4"/>
    <w:rsid w:val="00165758"/>
    <w:rsid w:val="001933F7"/>
    <w:rsid w:val="0023648A"/>
    <w:rsid w:val="0042116A"/>
    <w:rsid w:val="004C2892"/>
    <w:rsid w:val="004D0092"/>
    <w:rsid w:val="004E11E6"/>
    <w:rsid w:val="00527F52"/>
    <w:rsid w:val="005A6563"/>
    <w:rsid w:val="00613FA0"/>
    <w:rsid w:val="00620742"/>
    <w:rsid w:val="0064087C"/>
    <w:rsid w:val="0064681B"/>
    <w:rsid w:val="00675035"/>
    <w:rsid w:val="00756457"/>
    <w:rsid w:val="00760714"/>
    <w:rsid w:val="00776E2E"/>
    <w:rsid w:val="00785DC5"/>
    <w:rsid w:val="007A34BC"/>
    <w:rsid w:val="0086419D"/>
    <w:rsid w:val="00922E1C"/>
    <w:rsid w:val="009720B7"/>
    <w:rsid w:val="00A15AA3"/>
    <w:rsid w:val="00A2491C"/>
    <w:rsid w:val="00A51405"/>
    <w:rsid w:val="00A801E5"/>
    <w:rsid w:val="00AE22B5"/>
    <w:rsid w:val="00B050EC"/>
    <w:rsid w:val="00B426E3"/>
    <w:rsid w:val="00BA335D"/>
    <w:rsid w:val="00C46D9A"/>
    <w:rsid w:val="00C91ADA"/>
    <w:rsid w:val="00CD15ED"/>
    <w:rsid w:val="00CD7098"/>
    <w:rsid w:val="00D47A50"/>
    <w:rsid w:val="00D6269A"/>
    <w:rsid w:val="00D75558"/>
    <w:rsid w:val="00E25E23"/>
    <w:rsid w:val="00F062B2"/>
    <w:rsid w:val="00F416F9"/>
    <w:rsid w:val="00F66F93"/>
    <w:rsid w:val="00FA21E8"/>
    <w:rsid w:val="00FB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50CE65F"/>
  <w15:docId w15:val="{BD69C428-D2A0-44C3-BF28-C2412E6A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A0B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50EC"/>
    <w:rPr>
      <w:rFonts w:ascii="ＭＳ 明朝" w:eastAsia="ＭＳ 明朝"/>
      <w:sz w:val="26"/>
    </w:rPr>
  </w:style>
  <w:style w:type="paragraph" w:styleId="a6">
    <w:name w:val="footer"/>
    <w:basedOn w:val="a"/>
    <w:link w:val="a7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0EC"/>
    <w:rPr>
      <w:rFonts w:ascii="ＭＳ 明朝" w:eastAsia="ＭＳ 明朝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5A65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56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613F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18709\Desktop\&#25991;&#26360;&#12486;&#12531;&#12503;&#12524;&#12540;&#12488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文書テンプレート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918709</dc:creator>
  <cp:lastModifiedBy>user</cp:lastModifiedBy>
  <cp:revision>3</cp:revision>
  <cp:lastPrinted>2019-03-15T07:06:00Z</cp:lastPrinted>
  <dcterms:created xsi:type="dcterms:W3CDTF">2022-03-19T02:33:00Z</dcterms:created>
  <dcterms:modified xsi:type="dcterms:W3CDTF">2022-04-05T07:26:00Z</dcterms:modified>
</cp:coreProperties>
</file>